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AE52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11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AE52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52CB" w:rsidRPr="00AE5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Европа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AE52CB" w:rsidRDefault="00D0461E" w:rsidP="00AE52C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E52CB" w:rsidRPr="00AE5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AE52CB" w:rsidP="00F13E9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Утврдити  основне  географске  одлике  Јужне  Европе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појединих  држава  регије.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A4760C" w:rsidRDefault="0004179F" w:rsidP="00A4760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4760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 основни</w:t>
            </w:r>
            <w:r w:rsidR="00D31990">
              <w:rPr>
                <w:rFonts w:ascii="Times New Roman" w:hAnsi="Times New Roman"/>
                <w:sz w:val="24"/>
                <w:szCs w:val="24"/>
                <w:lang w:val="sr-Cyrl-CS"/>
              </w:rPr>
              <w:t>х  географских  одлика  Јужне  Е</w:t>
            </w:r>
            <w:r w:rsidR="00A4760C">
              <w:rPr>
                <w:rFonts w:ascii="Times New Roman" w:hAnsi="Times New Roman"/>
                <w:sz w:val="24"/>
                <w:szCs w:val="24"/>
                <w:lang w:val="sr-Cyrl-CS"/>
              </w:rPr>
              <w:t>вропе  и  појединих  држава  регије</w:t>
            </w:r>
          </w:p>
          <w:p w:rsidR="00A4760C" w:rsidRPr="00A4760C" w:rsidRDefault="0004179F" w:rsidP="00A476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A4760C" w:rsidRDefault="00D0461E" w:rsidP="00A4760C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A4760C" w:rsidRPr="00A4760C" w:rsidRDefault="00F13E9B" w:rsidP="00A4760C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F13E9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4760C" w:rsidRPr="00A4760C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</w:t>
            </w:r>
            <w:r w:rsidR="00A4760C" w:rsidRPr="00A4760C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разуме  основне  географске  одлике  Ј.Европе</w:t>
            </w:r>
          </w:p>
          <w:p w:rsidR="00A4760C" w:rsidRPr="00A4760C" w:rsidRDefault="00A4760C" w:rsidP="00A4760C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4760C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 карти  покаже  најважније географске  објекте</w:t>
            </w:r>
          </w:p>
          <w:p w:rsidR="00D0461E" w:rsidRPr="00F13E9B" w:rsidRDefault="00A4760C" w:rsidP="00215F21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4760C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-упореди  географске одлике  земаља  Ј.Европе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A4760C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пунске  елементе  карте</w:t>
            </w:r>
          </w:p>
          <w:p w:rsid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</w:p>
          <w:p w:rsidR="00A4760C" w:rsidRDefault="00A4760C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Јужне  Евопе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A476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Јужне  Европе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13E9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</w:p>
          <w:p w:rsidR="00A4760C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Јужне  Европе  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A476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Јужној  Европи</w:t>
            </w:r>
          </w:p>
          <w:p w:rsidR="00530636" w:rsidRPr="00530636" w:rsidRDefault="00D012A5" w:rsidP="00F13E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Објашњава  утицај  географског  положаја  у  оквиру  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Средоземља </w:t>
            </w: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природно-геогр</w:t>
            </w:r>
            <w:r w:rsidR="00A476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афске  и  друштвено-географске одлике</w:t>
            </w:r>
            <w:r w:rsidR="003976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регије</w:t>
            </w:r>
            <w:r w:rsidR="00A476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A4760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 w:rsidP="00A4760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илустративно-демонстрациона, дијалошка,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 на  тексту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A4760C" w:rsidRDefault="00545C96" w:rsidP="00A4760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</w:t>
            </w:r>
            <w:r w:rsidR="00A4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Завода  за  уџбенике,  Београд.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A4760C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Обавештавамо  ученике  да  ће  се  утврђивање  градива  обавити  писменим  путем, двањем  одговора  на постављена  питања и  вежбом на немој  карти Јужне  Европе.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F4602" w:rsidRDefault="00A4760C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првом делу часа тражимо од ученика да  писмено  одговоре  на  постављена  питања, припрељена на  посебним  листићима.Питања  су  подељена  у  две групе.</w:t>
            </w:r>
            <w:r w:rsidR="00274D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  питања: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1. група—1.Наведи  Романске  народе  Јужне  Европе.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2.Који  типови климе  су  заступљени  у  Србији?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3.Која  је  основ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 привредна  делатност  у 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морској  регији  Црне  Горе?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4.Наведи  4  већа  града  Словеније.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5.Које  се минијатурне  државе  налазе   унутар  граница  Италије?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група---1.Наведи  Словенске  народе  Јужне  Европе.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2.Које  се  рељефне  целине  издвајају  у  Србији?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3.Која  су  два  ентитета  у  БиХ?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4.Наведи  три  највећа  град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Проморске  регије  Хрватске.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5.Која је  највећа низија  Шпаније?</w:t>
            </w:r>
          </w:p>
          <w:p w:rsidR="00274DE2" w:rsidRDefault="00274DE2" w:rsidP="00A476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другом делу  ученици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 да  припреме  Вежбанке за  географију  (нема  карта  Ј.  Европе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)-уколико  не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 Вежбанку, наставник може  да  прпреми  нему  карту и  подели  је  ученицима.Задаци  су  такође  подељени  у две  групе.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274D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---на  немој  карти  бројевима означи: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1.Гибралтарски  мореуз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2.острво  Крит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3.вулкан  Етна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4.главни  град  Португалије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обоји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на 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државу  бивше СФРЈ  са  којом  се  Србија  не  граничи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2.група---на  немој  карти  бројевима  означи:</w:t>
            </w:r>
          </w:p>
          <w:p w:rsidR="00274DE2" w:rsidRDefault="00274DE2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1.</w:t>
            </w:r>
            <w:r w:rsidR="00397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Јонско  море</w:t>
            </w:r>
          </w:p>
          <w:p w:rsidR="0039765D" w:rsidRDefault="0039765D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2.Балеарска  острва</w:t>
            </w:r>
          </w:p>
          <w:p w:rsidR="0039765D" w:rsidRDefault="0039765D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3.вулкан  Везув</w:t>
            </w:r>
          </w:p>
          <w:p w:rsidR="0039765D" w:rsidRDefault="0039765D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4.главни  град  Словеније</w:t>
            </w:r>
          </w:p>
          <w:p w:rsidR="0039765D" w:rsidRDefault="0039765D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-обоји  на  карти  најмању  државу  Балканског  полуострва.</w:t>
            </w:r>
          </w:p>
          <w:p w:rsidR="0039765D" w:rsidRPr="00274DE2" w:rsidRDefault="0039765D" w:rsidP="00274D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39765D" w:rsidP="00787427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97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тачности урађених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задатака  и  </w:t>
            </w:r>
            <w:r w:rsidRPr="00397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појмова на немој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567AA5" w:rsidRDefault="000A4F92" w:rsidP="003976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</w:t>
            </w:r>
            <w:r w:rsidR="0078742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</w:p>
          <w:p w:rsidR="00D6605E" w:rsidRPr="008A7B15" w:rsidRDefault="00D6605E" w:rsidP="003976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6F9A"/>
    <w:multiLevelType w:val="hybridMultilevel"/>
    <w:tmpl w:val="11847C56"/>
    <w:lvl w:ilvl="0" w:tplc="EDEE6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274DE2"/>
    <w:rsid w:val="003321C2"/>
    <w:rsid w:val="00391413"/>
    <w:rsid w:val="0039765D"/>
    <w:rsid w:val="003A7B13"/>
    <w:rsid w:val="003C170C"/>
    <w:rsid w:val="003F1D6D"/>
    <w:rsid w:val="0045123D"/>
    <w:rsid w:val="00455A17"/>
    <w:rsid w:val="00466279"/>
    <w:rsid w:val="00491F36"/>
    <w:rsid w:val="004C7CD5"/>
    <w:rsid w:val="00530636"/>
    <w:rsid w:val="00545C96"/>
    <w:rsid w:val="00567AA5"/>
    <w:rsid w:val="005F4602"/>
    <w:rsid w:val="005F784B"/>
    <w:rsid w:val="00605D58"/>
    <w:rsid w:val="00606767"/>
    <w:rsid w:val="00657717"/>
    <w:rsid w:val="00664F16"/>
    <w:rsid w:val="00670648"/>
    <w:rsid w:val="006F2937"/>
    <w:rsid w:val="0078742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60C"/>
    <w:rsid w:val="00A47E59"/>
    <w:rsid w:val="00AB78A4"/>
    <w:rsid w:val="00AE52CB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31990"/>
    <w:rsid w:val="00D6605E"/>
    <w:rsid w:val="00DB15CC"/>
    <w:rsid w:val="00DE65D7"/>
    <w:rsid w:val="00E4334D"/>
    <w:rsid w:val="00EC77F2"/>
    <w:rsid w:val="00F05659"/>
    <w:rsid w:val="00F137B9"/>
    <w:rsid w:val="00F13E9B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3E6A1-2BF4-4F0C-968B-CBC0D287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2020-06-30T15:20:00Z</dcterms:created>
  <dcterms:modified xsi:type="dcterms:W3CDTF">2020-07-03T09:09:00Z</dcterms:modified>
</cp:coreProperties>
</file>